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33D29628" w:rsidR="00F862D6" w:rsidRPr="003E6B9A" w:rsidRDefault="005E1F24" w:rsidP="005E1F24">
            <w:r w:rsidRPr="005E1F24">
              <w:rPr>
                <w:rFonts w:ascii="Helvetica" w:hAnsi="Helvetica"/>
              </w:rPr>
              <w:t>13799/2024-SŽ-SSV-Ú3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9C71C0" w:rsidRDefault="00F862D6" w:rsidP="0077673A">
            <w:r w:rsidRPr="009C71C0">
              <w:t>Listů/příloh</w:t>
            </w:r>
          </w:p>
        </w:tc>
        <w:tc>
          <w:tcPr>
            <w:tcW w:w="2552" w:type="dxa"/>
          </w:tcPr>
          <w:p w14:paraId="333CD487" w14:textId="12C4AA94" w:rsidR="00F862D6" w:rsidRPr="009C71C0" w:rsidRDefault="005E1F24" w:rsidP="00CC1E2B">
            <w:r w:rsidRPr="009C71C0">
              <w:t>2</w:t>
            </w:r>
            <w:r w:rsidR="003E6B9A" w:rsidRPr="009C71C0">
              <w:t>/</w:t>
            </w:r>
            <w:r w:rsidR="009C71C0" w:rsidRPr="009C71C0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853EBD5" w:rsidR="00F862D6" w:rsidRPr="003E6B9A" w:rsidRDefault="00761090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80BBFD" w:rsidR="009A7568" w:rsidRPr="003E6B9A" w:rsidRDefault="00761090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24FD23DE" w:rsidR="009A7568" w:rsidRPr="003E6B9A" w:rsidRDefault="00761090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35FE97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C71C0">
              <w:rPr>
                <w:noProof/>
              </w:rPr>
              <w:t>9. prosince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2242207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761090">
        <w:rPr>
          <w:rFonts w:eastAsia="Calibri" w:cs="Times New Roman"/>
          <w:lang w:eastAsia="cs-CZ"/>
        </w:rPr>
        <w:t>Věc:</w:t>
      </w:r>
      <w:r w:rsidR="00335122" w:rsidRPr="00761090">
        <w:rPr>
          <w:rFonts w:eastAsia="Calibri" w:cs="Times New Roman"/>
          <w:lang w:eastAsia="cs-CZ"/>
        </w:rPr>
        <w:tab/>
      </w:r>
      <w:r w:rsidRPr="00761090">
        <w:rPr>
          <w:rFonts w:eastAsia="Calibri" w:cs="Times New Roman"/>
          <w:lang w:eastAsia="cs-CZ"/>
        </w:rPr>
        <w:t xml:space="preserve">Vysvětlení/ změna/ doplnění zadávací dokumentace č. </w:t>
      </w:r>
      <w:r w:rsidR="009C71C0">
        <w:rPr>
          <w:rFonts w:eastAsia="Times New Roman" w:cs="Times New Roman"/>
          <w:lang w:eastAsia="cs-CZ"/>
        </w:rPr>
        <w:t>21</w:t>
      </w:r>
    </w:p>
    <w:p w14:paraId="25C6ADAC" w14:textId="5EA11397" w:rsidR="00CB7B5A" w:rsidRPr="00761090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761090">
        <w:rPr>
          <w:rFonts w:eastAsia="Calibri" w:cs="Times New Roman"/>
          <w:b/>
          <w:lang w:eastAsia="cs-CZ"/>
        </w:rPr>
        <w:t>„</w:t>
      </w:r>
      <w:r w:rsidR="00761090" w:rsidRPr="00761090">
        <w:rPr>
          <w:b/>
        </w:rPr>
        <w:t>Modernizace trati Brno-Přerov, 4. stavba Nezamyslice – Kojetín</w:t>
      </w:r>
      <w:r w:rsidR="00335122" w:rsidRPr="00761090">
        <w:rPr>
          <w:rFonts w:eastAsia="Calibri" w:cs="Times New Roman"/>
          <w:b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13B4B2C1" w14:textId="0704362F" w:rsidR="00934DC3" w:rsidRDefault="00934DC3" w:rsidP="00934DC3">
      <w:pPr>
        <w:spacing w:after="0" w:line="240" w:lineRule="auto"/>
      </w:pPr>
    </w:p>
    <w:p w14:paraId="479F5EB9" w14:textId="77777777" w:rsidR="009C71C0" w:rsidRDefault="009C71C0" w:rsidP="00934DC3">
      <w:pPr>
        <w:spacing w:after="0" w:line="240" w:lineRule="auto"/>
      </w:pP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0CFF4570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5E1F24">
        <w:rPr>
          <w:rFonts w:eastAsia="Calibri" w:cs="Times New Roman"/>
          <w:b/>
          <w:lang w:eastAsia="cs-CZ"/>
        </w:rPr>
        <w:t>17</w:t>
      </w:r>
      <w:r w:rsidR="00945324"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3E5D81E4" w14:textId="3156000C" w:rsidR="005E1F24" w:rsidRPr="003D0351" w:rsidRDefault="005E1F24" w:rsidP="005E1F24">
      <w:pPr>
        <w:spacing w:after="0"/>
        <w:rPr>
          <w:b/>
          <w:bCs/>
          <w:i/>
          <w:iCs/>
        </w:rPr>
      </w:pPr>
      <w:r w:rsidRPr="003D0351">
        <w:t xml:space="preserve">Máme dotaz k objektu </w:t>
      </w:r>
      <w:r w:rsidRPr="003D0351">
        <w:rPr>
          <w:b/>
          <w:bCs/>
          <w:i/>
          <w:iCs/>
        </w:rPr>
        <w:t xml:space="preserve">SO 22-19-10 - </w:t>
      </w:r>
      <w:proofErr w:type="gramStart"/>
      <w:r w:rsidRPr="003D0351">
        <w:rPr>
          <w:b/>
          <w:bCs/>
          <w:i/>
          <w:iCs/>
        </w:rPr>
        <w:t>Nezamyslice - Kojetín</w:t>
      </w:r>
      <w:proofErr w:type="gramEnd"/>
      <w:r w:rsidRPr="003D0351">
        <w:rPr>
          <w:b/>
          <w:bCs/>
          <w:i/>
          <w:iCs/>
        </w:rPr>
        <w:t>, žel. most v km 66,642 (Hraniční potok, III/43321)</w:t>
      </w:r>
    </w:p>
    <w:p w14:paraId="35FE3D56" w14:textId="4B4CAC7E" w:rsidR="005E1F24" w:rsidRPr="003D0351" w:rsidRDefault="005E1F24" w:rsidP="005E1F24">
      <w:pPr>
        <w:spacing w:after="0"/>
      </w:pPr>
      <w:r w:rsidRPr="003D0351">
        <w:t>Soupis prací obsahuje položky:</w:t>
      </w:r>
    </w:p>
    <w:tbl>
      <w:tblPr>
        <w:tblW w:w="0" w:type="auto"/>
        <w:tblInd w:w="-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838"/>
        <w:gridCol w:w="204"/>
        <w:gridCol w:w="4068"/>
        <w:gridCol w:w="251"/>
        <w:gridCol w:w="1146"/>
        <w:gridCol w:w="802"/>
        <w:gridCol w:w="802"/>
        <w:gridCol w:w="204"/>
      </w:tblGrid>
      <w:tr w:rsidR="005E1F24" w:rsidRPr="003D0351" w14:paraId="7409C0D1" w14:textId="77777777" w:rsidTr="00C361E2">
        <w:trPr>
          <w:trHeight w:val="60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83D25F" w14:textId="77777777" w:rsidR="005E1F24" w:rsidRPr="003D0351" w:rsidRDefault="005E1F24" w:rsidP="005E1F24">
            <w:pPr>
              <w:spacing w:after="0"/>
            </w:pPr>
            <w:r w:rsidRPr="003D0351">
              <w:t>61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2A8750" w14:textId="77777777" w:rsidR="005E1F24" w:rsidRPr="003D0351" w:rsidRDefault="005E1F24" w:rsidP="005E1F24">
            <w:pPr>
              <w:spacing w:after="0"/>
            </w:pPr>
            <w:r w:rsidRPr="003D0351">
              <w:t>R42713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95EB31" w14:textId="77777777" w:rsidR="005E1F24" w:rsidRPr="003D0351" w:rsidRDefault="005E1F24" w:rsidP="005E1F24">
            <w:pPr>
              <w:spacing w:after="0"/>
            </w:pPr>
            <w:r w:rsidRPr="003D0351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6C9C8D" w14:textId="77777777" w:rsidR="005E1F24" w:rsidRPr="003D0351" w:rsidRDefault="005E1F24" w:rsidP="005E1F24">
            <w:pPr>
              <w:spacing w:after="0"/>
            </w:pPr>
            <w:r w:rsidRPr="003D0351">
              <w:t xml:space="preserve">MOSTNÍ NOSNÁ OCELOVÁ </w:t>
            </w:r>
            <w:proofErr w:type="gramStart"/>
            <w:r w:rsidRPr="003D0351">
              <w:t>KONSTRUKCE - dodávka</w:t>
            </w:r>
            <w:proofErr w:type="gramEnd"/>
            <w:r w:rsidRPr="003D0351">
              <w:t xml:space="preserve"> - kompletní provedení včetně všech konstrukcí, PKO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BEC0B1" w14:textId="77777777" w:rsidR="005E1F24" w:rsidRPr="003D0351" w:rsidRDefault="005E1F24" w:rsidP="005E1F24">
            <w:pPr>
              <w:spacing w:after="0"/>
            </w:pPr>
            <w:r w:rsidRPr="003D0351">
              <w:t>T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F2F641" w14:textId="77777777" w:rsidR="005E1F24" w:rsidRPr="003D0351" w:rsidRDefault="005E1F24" w:rsidP="005E1F24">
            <w:pPr>
              <w:spacing w:after="0"/>
            </w:pPr>
            <w:r w:rsidRPr="003D0351">
              <w:t>    201,404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DDFF0B" w14:textId="77777777" w:rsidR="005E1F24" w:rsidRPr="003D0351" w:rsidRDefault="005E1F24" w:rsidP="005E1F24">
            <w:pPr>
              <w:spacing w:after="0"/>
            </w:pPr>
            <w:r w:rsidRPr="003D0351">
              <w:t>    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8E2442" w14:textId="77777777" w:rsidR="005E1F24" w:rsidRPr="003D0351" w:rsidRDefault="005E1F24" w:rsidP="005E1F24">
            <w:pPr>
              <w:spacing w:after="0"/>
            </w:pPr>
            <w:r w:rsidRPr="003D0351">
              <w:t>    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11DAF6" w14:textId="77777777" w:rsidR="005E1F24" w:rsidRPr="003D0351" w:rsidRDefault="005E1F24" w:rsidP="005E1F24">
            <w:pPr>
              <w:spacing w:after="0"/>
            </w:pPr>
            <w:r w:rsidRPr="003D0351">
              <w:t> </w:t>
            </w:r>
          </w:p>
        </w:tc>
      </w:tr>
      <w:tr w:rsidR="005E1F24" w:rsidRPr="003D0351" w14:paraId="46C9C010" w14:textId="77777777" w:rsidTr="00C361E2">
        <w:trPr>
          <w:trHeight w:val="60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370DA2" w14:textId="77777777" w:rsidR="005E1F24" w:rsidRPr="003D0351" w:rsidRDefault="005E1F24" w:rsidP="005E1F24">
            <w:pPr>
              <w:spacing w:after="0"/>
            </w:pPr>
            <w:r w:rsidRPr="003D0351"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12D57F" w14:textId="77777777" w:rsidR="005E1F24" w:rsidRPr="003D0351" w:rsidRDefault="005E1F24" w:rsidP="005E1F24">
            <w:pPr>
              <w:spacing w:after="0"/>
            </w:pPr>
            <w:r w:rsidRPr="003D0351">
              <w:t>R42714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953438" w14:textId="77777777" w:rsidR="005E1F24" w:rsidRPr="003D0351" w:rsidRDefault="005E1F24" w:rsidP="005E1F24">
            <w:pPr>
              <w:spacing w:after="0"/>
            </w:pPr>
            <w:r w:rsidRPr="003D035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00FBF9" w14:textId="77777777" w:rsidR="005E1F24" w:rsidRPr="003D0351" w:rsidRDefault="005E1F24" w:rsidP="005E1F24">
            <w:pPr>
              <w:spacing w:after="0"/>
            </w:pPr>
            <w:r w:rsidRPr="003D0351">
              <w:t xml:space="preserve">MOSTNÍ NOSNÁ OCELOVÁ KONSTRUKCE </w:t>
            </w:r>
            <w:proofErr w:type="gramStart"/>
            <w:r w:rsidRPr="003D0351">
              <w:t>MOSTU - kompletní</w:t>
            </w:r>
            <w:proofErr w:type="gramEnd"/>
            <w:r w:rsidRPr="003D0351">
              <w:t xml:space="preserve"> montáž včetně konstrukcí, manipulační techniky - jeřábu, montážní plošiny, / přepravy na staveništi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CF38B4" w14:textId="77777777" w:rsidR="005E1F24" w:rsidRPr="003D0351" w:rsidRDefault="005E1F24" w:rsidP="005E1F24">
            <w:pPr>
              <w:spacing w:after="0"/>
            </w:pPr>
            <w:r w:rsidRPr="003D0351"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BF2289" w14:textId="77777777" w:rsidR="005E1F24" w:rsidRPr="003D0351" w:rsidRDefault="005E1F24" w:rsidP="005E1F24">
            <w:pPr>
              <w:spacing w:after="0"/>
            </w:pPr>
            <w:r w:rsidRPr="003D0351">
              <w:t>    201,404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9CD71B" w14:textId="77777777" w:rsidR="005E1F24" w:rsidRPr="003D0351" w:rsidRDefault="005E1F24" w:rsidP="005E1F24">
            <w:pPr>
              <w:spacing w:after="0"/>
            </w:pPr>
            <w:r w:rsidRPr="003D0351">
              <w:t>   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F511E1" w14:textId="77777777" w:rsidR="005E1F24" w:rsidRPr="003D0351" w:rsidRDefault="005E1F24" w:rsidP="005E1F24">
            <w:pPr>
              <w:spacing w:after="0"/>
            </w:pPr>
            <w:r w:rsidRPr="003D0351">
              <w:t>    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BBD43B" w14:textId="77777777" w:rsidR="005E1F24" w:rsidRPr="003D0351" w:rsidRDefault="005E1F24" w:rsidP="005E1F24">
            <w:pPr>
              <w:spacing w:after="0"/>
            </w:pPr>
            <w:r w:rsidRPr="003D0351">
              <w:t> </w:t>
            </w:r>
          </w:p>
        </w:tc>
      </w:tr>
    </w:tbl>
    <w:p w14:paraId="79DE1F16" w14:textId="77777777" w:rsidR="005E1F24" w:rsidRPr="003D0351" w:rsidRDefault="005E1F24" w:rsidP="005E1F24">
      <w:pPr>
        <w:spacing w:after="0"/>
      </w:pPr>
    </w:p>
    <w:p w14:paraId="29299BFC" w14:textId="57823956" w:rsidR="005E1F24" w:rsidRPr="003D0351" w:rsidRDefault="005E1F24" w:rsidP="005E1F24">
      <w:pPr>
        <w:spacing w:after="0"/>
      </w:pPr>
      <w:r w:rsidRPr="003D0351">
        <w:t>Zjistili jsme, že zřejmě vzhledem k ne zcela přehledným tabulkám na příloze „2.402 Nosná konstrukce – Ocelová konstrukce“ došlo k vykázání dvojnásobného rozsahu ocelové konstrukce, než je projektován.</w:t>
      </w:r>
    </w:p>
    <w:p w14:paraId="3C51D156" w14:textId="77777777" w:rsidR="005E1F24" w:rsidRPr="003D0351" w:rsidRDefault="005E1F24" w:rsidP="005E1F24">
      <w:pPr>
        <w:spacing w:after="0"/>
      </w:pPr>
      <w:r w:rsidRPr="003D0351">
        <w:t>Bude rozsah položek zadavatelem upraven?</w:t>
      </w:r>
    </w:p>
    <w:p w14:paraId="3F925D6B" w14:textId="77777777" w:rsidR="00BD5319" w:rsidRPr="00BD5319" w:rsidRDefault="00BD5319" w:rsidP="00761090">
      <w:pPr>
        <w:spacing w:after="0"/>
        <w:rPr>
          <w:rFonts w:eastAsia="Calibri" w:cs="Times New Roman"/>
          <w:b/>
          <w:lang w:eastAsia="cs-CZ"/>
        </w:rPr>
      </w:pPr>
    </w:p>
    <w:p w14:paraId="6D16A48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C55C5FB" w14:textId="7AF92371" w:rsidR="00051581" w:rsidRPr="009C71C0" w:rsidRDefault="00051581" w:rsidP="00051581">
      <w:pPr>
        <w:shd w:val="clear" w:color="auto" w:fill="FFFFFF"/>
        <w:spacing w:before="24" w:after="0" w:line="240" w:lineRule="auto"/>
        <w:rPr>
          <w:rFonts w:asciiTheme="majorHAnsi" w:eastAsia="Times New Roman" w:hAnsiTheme="majorHAnsi" w:cs="Segoe UI"/>
          <w:lang w:eastAsia="cs-CZ"/>
        </w:rPr>
      </w:pPr>
      <w:r w:rsidRPr="009C71C0">
        <w:rPr>
          <w:rFonts w:asciiTheme="majorHAnsi" w:eastAsia="Times New Roman" w:hAnsiTheme="majorHAnsi" w:cs="Segoe UI"/>
          <w:iCs/>
          <w:lang w:eastAsia="cs-CZ"/>
        </w:rPr>
        <w:t>Hmotnost O</w:t>
      </w:r>
      <w:r w:rsidR="005A4F7B" w:rsidRPr="009C71C0">
        <w:rPr>
          <w:rFonts w:asciiTheme="majorHAnsi" w:eastAsia="Times New Roman" w:hAnsiTheme="majorHAnsi" w:cs="Segoe UI"/>
          <w:iCs/>
          <w:lang w:eastAsia="cs-CZ"/>
        </w:rPr>
        <w:t>celové konstrukce (OK)</w:t>
      </w:r>
      <w:r w:rsidRPr="009C71C0">
        <w:rPr>
          <w:rFonts w:asciiTheme="majorHAnsi" w:eastAsia="Times New Roman" w:hAnsiTheme="majorHAnsi" w:cs="Segoe UI"/>
          <w:iCs/>
          <w:lang w:eastAsia="cs-CZ"/>
        </w:rPr>
        <w:t xml:space="preserve"> je skutečně vykázána nedopatřením ve dvojnásobném množství. Správná hmotnost OK je včetně rezervy na svary 101,74 T. To se týká pol. 61 – dodávka OK a 62 – montáž OK.</w:t>
      </w:r>
    </w:p>
    <w:p w14:paraId="1198FDB0" w14:textId="1498C295" w:rsidR="00051581" w:rsidRPr="009C71C0" w:rsidRDefault="00051581" w:rsidP="00051581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lang w:eastAsia="cs-CZ"/>
        </w:rPr>
      </w:pPr>
      <w:r w:rsidRPr="009C71C0">
        <w:rPr>
          <w:rFonts w:asciiTheme="majorHAnsi" w:eastAsia="Times New Roman" w:hAnsiTheme="majorHAnsi" w:cs="Segoe UI"/>
          <w:iCs/>
          <w:lang w:eastAsia="cs-CZ"/>
        </w:rPr>
        <w:t xml:space="preserve">Soupis prací </w:t>
      </w:r>
      <w:r w:rsidR="003553F0" w:rsidRPr="009C71C0">
        <w:rPr>
          <w:rFonts w:asciiTheme="majorHAnsi" w:eastAsia="Times New Roman" w:hAnsiTheme="majorHAnsi" w:cs="Segoe UI"/>
          <w:iCs/>
          <w:lang w:eastAsia="cs-CZ"/>
        </w:rPr>
        <w:t>byl</w:t>
      </w:r>
      <w:r w:rsidRPr="009C71C0">
        <w:rPr>
          <w:rFonts w:asciiTheme="majorHAnsi" w:eastAsia="Times New Roman" w:hAnsiTheme="majorHAnsi" w:cs="Segoe UI"/>
          <w:iCs/>
          <w:lang w:eastAsia="cs-CZ"/>
        </w:rPr>
        <w:t xml:space="preserve"> opraven.</w:t>
      </w:r>
    </w:p>
    <w:p w14:paraId="3956BC0D" w14:textId="77777777" w:rsidR="00761090" w:rsidRPr="00BD5319" w:rsidRDefault="0076109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AAC0B8" w14:textId="4801BB25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5754F6A" w14:textId="77777777" w:rsidR="009C71C0" w:rsidRDefault="009C71C0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9C71C0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0074483D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803FE84" w14:textId="77777777" w:rsidR="009C71C0" w:rsidRPr="00BD5319" w:rsidRDefault="009C71C0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1C47C3D5" w:rsidR="00664163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8307200" w14:textId="77777777" w:rsidR="009C71C0" w:rsidRPr="00BD5319" w:rsidRDefault="009C71C0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9C71C0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9C71C0">
        <w:rPr>
          <w:rFonts w:eastAsia="Calibri" w:cs="Times New Roman"/>
          <w:b/>
          <w:bCs/>
          <w:lang w:eastAsia="cs-CZ"/>
        </w:rPr>
        <w:lastRenderedPageBreak/>
        <w:t xml:space="preserve">Příloha: </w:t>
      </w:r>
      <w:r w:rsidRPr="009C71C0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9C71C0">
        <w:rPr>
          <w:rFonts w:eastAsia="Calibri" w:cs="Times New Roman"/>
          <w:bCs/>
          <w:lang w:eastAsia="cs-CZ"/>
        </w:rPr>
        <w:instrText xml:space="preserve"> FORMTEXT </w:instrText>
      </w:r>
      <w:r w:rsidRPr="009C71C0">
        <w:rPr>
          <w:rFonts w:eastAsia="Calibri" w:cs="Times New Roman"/>
          <w:bCs/>
          <w:lang w:eastAsia="cs-CZ"/>
        </w:rPr>
      </w:r>
      <w:r w:rsidRPr="009C71C0">
        <w:rPr>
          <w:rFonts w:eastAsia="Calibri" w:cs="Times New Roman"/>
          <w:bCs/>
          <w:lang w:eastAsia="cs-CZ"/>
        </w:rPr>
        <w:fldChar w:fldCharType="separate"/>
      </w:r>
      <w:r w:rsidRPr="009C71C0">
        <w:rPr>
          <w:rFonts w:eastAsia="Calibri" w:cs="Times New Roman"/>
          <w:bCs/>
          <w:lang w:eastAsia="cs-CZ"/>
        </w:rPr>
        <w:t> </w:t>
      </w:r>
      <w:r w:rsidRPr="009C71C0">
        <w:rPr>
          <w:rFonts w:eastAsia="Calibri" w:cs="Times New Roman"/>
          <w:bCs/>
          <w:lang w:eastAsia="cs-CZ"/>
        </w:rPr>
        <w:t> </w:t>
      </w:r>
      <w:r w:rsidRPr="009C71C0">
        <w:rPr>
          <w:rFonts w:eastAsia="Calibri" w:cs="Times New Roman"/>
          <w:bCs/>
          <w:lang w:eastAsia="cs-CZ"/>
        </w:rPr>
        <w:t> </w:t>
      </w:r>
      <w:r w:rsidRPr="009C71C0">
        <w:rPr>
          <w:rFonts w:eastAsia="Calibri" w:cs="Times New Roman"/>
          <w:bCs/>
          <w:lang w:eastAsia="cs-CZ"/>
        </w:rPr>
        <w:t> </w:t>
      </w:r>
      <w:r w:rsidRPr="009C71C0">
        <w:rPr>
          <w:rFonts w:eastAsia="Calibri" w:cs="Times New Roman"/>
          <w:bCs/>
          <w:lang w:eastAsia="cs-CZ"/>
        </w:rPr>
        <w:t> </w:t>
      </w:r>
      <w:r w:rsidRPr="009C71C0">
        <w:rPr>
          <w:rFonts w:eastAsia="Calibri" w:cs="Times New Roman"/>
          <w:bCs/>
          <w:lang w:eastAsia="cs-CZ"/>
        </w:rPr>
        <w:fldChar w:fldCharType="end"/>
      </w:r>
    </w:p>
    <w:p w14:paraId="4FDD1D51" w14:textId="722E2B42" w:rsidR="005A4F7B" w:rsidRPr="009C71C0" w:rsidRDefault="005A4F7B" w:rsidP="005A4F7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71C0">
        <w:rPr>
          <w:rFonts w:eastAsia="Calibri" w:cs="Times New Roman"/>
          <w:bCs/>
          <w:lang w:eastAsia="cs-CZ"/>
        </w:rPr>
        <w:t>XDC-Brno-Prerov-4-zm1</w:t>
      </w:r>
      <w:r w:rsidR="009D7B34" w:rsidRPr="009C71C0">
        <w:rPr>
          <w:rFonts w:eastAsia="Calibri" w:cs="Times New Roman"/>
          <w:bCs/>
          <w:lang w:eastAsia="cs-CZ"/>
        </w:rPr>
        <w:t>8</w:t>
      </w:r>
      <w:r w:rsidRPr="009C71C0">
        <w:rPr>
          <w:rFonts w:eastAsia="Calibri" w:cs="Times New Roman"/>
          <w:bCs/>
          <w:lang w:eastAsia="cs-CZ"/>
        </w:rPr>
        <w:t>-20241209.xml</w:t>
      </w:r>
    </w:p>
    <w:p w14:paraId="70BA80B8" w14:textId="29666B98" w:rsidR="005A4F7B" w:rsidRPr="009C71C0" w:rsidRDefault="005A4F7B" w:rsidP="005A4F7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C71C0">
        <w:rPr>
          <w:rFonts w:eastAsia="Calibri" w:cs="Times New Roman"/>
          <w:bCs/>
          <w:lang w:eastAsia="cs-CZ"/>
        </w:rPr>
        <w:t>XLS-Brno-Prerov-4-zm1</w:t>
      </w:r>
      <w:r w:rsidR="009D7B34" w:rsidRPr="009C71C0">
        <w:rPr>
          <w:rFonts w:eastAsia="Calibri" w:cs="Times New Roman"/>
          <w:bCs/>
          <w:lang w:eastAsia="cs-CZ"/>
        </w:rPr>
        <w:t>8</w:t>
      </w:r>
      <w:r w:rsidRPr="009C71C0">
        <w:rPr>
          <w:rFonts w:eastAsia="Calibri" w:cs="Times New Roman"/>
          <w:bCs/>
          <w:lang w:eastAsia="cs-CZ"/>
        </w:rPr>
        <w:t>-20241209.xlsx</w:t>
      </w:r>
    </w:p>
    <w:p w14:paraId="3568D690" w14:textId="77777777" w:rsidR="00664163" w:rsidRPr="009C71C0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11FC1E85" w14:textId="77777777" w:rsidR="00664163" w:rsidRPr="009C71C0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30855B16" w:rsidR="00664163" w:rsidRPr="009C71C0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C71C0">
        <w:rPr>
          <w:rFonts w:eastAsia="Calibri" w:cs="Times New Roman"/>
          <w:lang w:eastAsia="cs-CZ"/>
        </w:rPr>
        <w:t xml:space="preserve">V Olomouci dne </w:t>
      </w:r>
      <w:r w:rsidR="009C71C0" w:rsidRPr="009C71C0">
        <w:rPr>
          <w:rFonts w:eastAsia="Calibri" w:cs="Times New Roman"/>
          <w:lang w:eastAsia="cs-CZ"/>
        </w:rPr>
        <w:t>9. 12. 2024</w:t>
      </w:r>
    </w:p>
    <w:p w14:paraId="6F75BA64" w14:textId="77777777" w:rsidR="00664163" w:rsidRPr="009C71C0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9C71C0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9C71C0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9C71C0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9C71C0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9C71C0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C71C0">
        <w:rPr>
          <w:rFonts w:eastAsia="Times New Roman" w:cs="Times New Roman"/>
          <w:b/>
          <w:bCs/>
          <w:lang w:eastAsia="cs-CZ"/>
        </w:rPr>
        <w:t>Ing. Miroslav Bocák</w:t>
      </w:r>
      <w:r w:rsidRPr="009C71C0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9C71C0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C71C0">
        <w:rPr>
          <w:rFonts w:eastAsia="Times New Roman" w:cs="Times New Roman"/>
          <w:lang w:eastAsia="cs-CZ"/>
        </w:rPr>
        <w:t>ředitel organizační jednotky</w:t>
      </w:r>
      <w:r w:rsidRPr="009C71C0">
        <w:rPr>
          <w:rFonts w:eastAsia="Times New Roman" w:cs="Times New Roman"/>
          <w:lang w:eastAsia="cs-CZ"/>
        </w:rPr>
        <w:tab/>
      </w:r>
    </w:p>
    <w:p w14:paraId="5DEDC136" w14:textId="77777777" w:rsidR="00664163" w:rsidRPr="009C71C0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C71C0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9C71C0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EED29" w14:textId="77777777" w:rsidR="00EF6FE7" w:rsidRDefault="00EF6FE7" w:rsidP="00962258">
      <w:pPr>
        <w:spacing w:after="0" w:line="240" w:lineRule="auto"/>
      </w:pPr>
      <w:r>
        <w:separator/>
      </w:r>
    </w:p>
  </w:endnote>
  <w:endnote w:type="continuationSeparator" w:id="0">
    <w:p w14:paraId="0DF8A394" w14:textId="77777777" w:rsidR="00EF6FE7" w:rsidRDefault="00EF6FE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158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158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15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158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1D56B" w14:textId="77777777" w:rsidR="00EF6FE7" w:rsidRDefault="00EF6FE7" w:rsidP="00962258">
      <w:pPr>
        <w:spacing w:after="0" w:line="240" w:lineRule="auto"/>
      </w:pPr>
      <w:r>
        <w:separator/>
      </w:r>
    </w:p>
  </w:footnote>
  <w:footnote w:type="continuationSeparator" w:id="0">
    <w:p w14:paraId="2E982538" w14:textId="77777777" w:rsidR="00EF6FE7" w:rsidRDefault="00EF6FE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51581"/>
    <w:rsid w:val="00053B58"/>
    <w:rsid w:val="00066116"/>
    <w:rsid w:val="00072C1E"/>
    <w:rsid w:val="000B3A82"/>
    <w:rsid w:val="000B6C7E"/>
    <w:rsid w:val="000B7907"/>
    <w:rsid w:val="000C0429"/>
    <w:rsid w:val="000C45E8"/>
    <w:rsid w:val="0010579E"/>
    <w:rsid w:val="00114472"/>
    <w:rsid w:val="001267E4"/>
    <w:rsid w:val="00146EF8"/>
    <w:rsid w:val="00170EC5"/>
    <w:rsid w:val="001747C1"/>
    <w:rsid w:val="0018596A"/>
    <w:rsid w:val="001B69C2"/>
    <w:rsid w:val="001C4DA0"/>
    <w:rsid w:val="00207DF5"/>
    <w:rsid w:val="00267369"/>
    <w:rsid w:val="0026785D"/>
    <w:rsid w:val="002679CE"/>
    <w:rsid w:val="00273CE2"/>
    <w:rsid w:val="00296D39"/>
    <w:rsid w:val="002A59FE"/>
    <w:rsid w:val="002C31BF"/>
    <w:rsid w:val="002E0CD7"/>
    <w:rsid w:val="002F026B"/>
    <w:rsid w:val="00304B67"/>
    <w:rsid w:val="00335122"/>
    <w:rsid w:val="00335732"/>
    <w:rsid w:val="003553F0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4F7B"/>
    <w:rsid w:val="005A5F24"/>
    <w:rsid w:val="005A64E9"/>
    <w:rsid w:val="005B5EE9"/>
    <w:rsid w:val="005C663F"/>
    <w:rsid w:val="005E1F24"/>
    <w:rsid w:val="006104F6"/>
    <w:rsid w:val="0061068E"/>
    <w:rsid w:val="00630DC6"/>
    <w:rsid w:val="00660AD3"/>
    <w:rsid w:val="00664163"/>
    <w:rsid w:val="006A5570"/>
    <w:rsid w:val="006A689C"/>
    <w:rsid w:val="006B3D79"/>
    <w:rsid w:val="006B7D49"/>
    <w:rsid w:val="006E0578"/>
    <w:rsid w:val="006E314D"/>
    <w:rsid w:val="006E7A59"/>
    <w:rsid w:val="006E7F06"/>
    <w:rsid w:val="007021F6"/>
    <w:rsid w:val="00710723"/>
    <w:rsid w:val="00712ED1"/>
    <w:rsid w:val="00723ED1"/>
    <w:rsid w:val="00735ED4"/>
    <w:rsid w:val="00743525"/>
    <w:rsid w:val="007531A0"/>
    <w:rsid w:val="00753DC9"/>
    <w:rsid w:val="00761090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4DC3"/>
    <w:rsid w:val="00936091"/>
    <w:rsid w:val="00940D8A"/>
    <w:rsid w:val="00945324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1C0"/>
    <w:rsid w:val="009C7B39"/>
    <w:rsid w:val="009D7B34"/>
    <w:rsid w:val="009E07F4"/>
    <w:rsid w:val="009F392E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9490A"/>
    <w:rsid w:val="00DA6FFE"/>
    <w:rsid w:val="00DC3110"/>
    <w:rsid w:val="00DD46F3"/>
    <w:rsid w:val="00DD58A6"/>
    <w:rsid w:val="00DE56F2"/>
    <w:rsid w:val="00DF116D"/>
    <w:rsid w:val="00DF5437"/>
    <w:rsid w:val="00E06AD1"/>
    <w:rsid w:val="00E10710"/>
    <w:rsid w:val="00E824F1"/>
    <w:rsid w:val="00E9347D"/>
    <w:rsid w:val="00EB104F"/>
    <w:rsid w:val="00ED14BD"/>
    <w:rsid w:val="00EF6FE7"/>
    <w:rsid w:val="00F01440"/>
    <w:rsid w:val="00F05CF2"/>
    <w:rsid w:val="00F12DEC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C3C36"/>
    <w:rsid w:val="00FC4B86"/>
    <w:rsid w:val="00FC6389"/>
    <w:rsid w:val="00FD2F51"/>
    <w:rsid w:val="00FE3455"/>
    <w:rsid w:val="00FF4959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mcntmsonormal">
    <w:name w:val="mcntmsonormal"/>
    <w:basedOn w:val="Normln"/>
    <w:rsid w:val="00051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24F7E71-298B-4830-B83D-3874614B8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35</TotalTime>
  <Pages>2</Pages>
  <Words>302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18</cp:revision>
  <cp:lastPrinted>2019-02-22T13:28:00Z</cp:lastPrinted>
  <dcterms:created xsi:type="dcterms:W3CDTF">2024-07-11T06:52:00Z</dcterms:created>
  <dcterms:modified xsi:type="dcterms:W3CDTF">2024-12-09T08:09:00Z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